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18943A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241928" w:rsidRPr="00241928">
        <w:rPr>
          <w:rFonts w:eastAsia="Times New Roman" w:cs="Times New Roman"/>
          <w:b/>
          <w:lang w:eastAsia="cs-CZ"/>
        </w:rPr>
        <w:t>Dodávka elektroinstalačního materiálu OŘ Plzeň 2025 - 2026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24192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24192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06803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41928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1D0C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11D0C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2</Pages>
  <Words>467</Words>
  <Characters>2758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Šnebergrová Tereza</cp:lastModifiedBy>
  <cp:revision>13</cp:revision>
  <cp:lastPrinted>2017-11-28T17:18:00Z</cp:lastPrinted>
  <dcterms:created xsi:type="dcterms:W3CDTF">2023-11-16T10:29:00Z</dcterms:created>
  <dcterms:modified xsi:type="dcterms:W3CDTF">2025-01-06T12:46:00Z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